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6a57d82314145b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Samen Blumentopf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1. Kästchen wurde angekreuzt. (5 x 4 x 3)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2020-12-14T10:36:43.0366324Z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