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9df1dc659f4469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Samen Blumentopf</w:t>
      </w:r>
    </w:p>
    <w:p>
      <w:pPr>
        <w:pStyle w:val="IQB-Teilaufgabengrafik"/>
      </w:pPr>
      <w:r>
        <w:drawing>
          <wp:inline distT="0" distB="0" distL="0" distR="0">
            <wp:extent cx="5832000" cy="279784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ea12cc250d7468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79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ea12cc250d7468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2023-06-16T08:26:30.9407698Z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