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81ea77baf42d4c4f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Rückgeld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6,71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2020-12-14T10:36:42.9648737Z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