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d1b0dc3042344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Rückgeld</w:t>
      </w:r>
    </w:p>
    <w:p>
      <w:pPr>
        <w:pStyle w:val="IQB-Teilaufgabengrafik"/>
      </w:pPr>
      <w:r>
        <w:drawing>
          <wp:inline distT="0" distB="0" distL="0" distR="0">
            <wp:extent cx="5832000" cy="258044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6566c8fd92e4ed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580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6566c8fd92e4ed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2023-06-16T08:26:30.7219384Z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