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452480a768d474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Reisszwecken</w:t>
      </w:r>
    </w:p>
    <w:p>
      <w:pPr>
        <w:pStyle w:val="IQB-Teilaufgabengrafik"/>
      </w:pPr>
      <w:r>
        <w:drawing>
          <wp:inline distT="0" distB="0" distL="0" distR="0">
            <wp:extent cx="5832000" cy="574693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c6efb10baac457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74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c6efb10baac457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2023-06-16T08:26:29.3159284Z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