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f6a518dc37e4fc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Rechenzeichen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72 : 8 = 4 + 5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11 x  8 = 80  +  8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7 x 7 = 50 - 1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2020-12-14T10:36:42.9025701Z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