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f08a7aee7961412f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Rechenzeichen</w:t>
      </w:r>
    </w:p>
    <w:p>
      <w:pPr>
        <w:pStyle w:val="IQB-Teilaufgabengrafik"/>
      </w:pPr>
      <w:r>
        <w:drawing>
          <wp:inline distT="0" distB="0" distL="0" distR="0">
            <wp:extent cx="5832000" cy="191244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107be18ebaa34daf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912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107be18ebaa34daf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2023-06-16T08:26:30.5348644Z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