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27a405114f294d25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Mal 5</w:t>
      </w:r>
    </w:p>
    <w:p>
      <w:pPr>
        <w:pStyle w:val="IQB-Teilaufgabengrafik"/>
      </w:pPr>
      <w:r>
        <w:drawing>
          <wp:inline distT="0" distB="0" distL="0" distR="0">
            <wp:extent cx="5832000" cy="212674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f41ca3ca2e204d12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126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f41ca3ca2e204d12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2023-06-16T08:26:30.3316300Z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