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fbe825d97d5415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Freibad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2020-12-14T10:36:42.7620087Z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