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8878f7b2777d4369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Freibad</w:t>
      </w:r>
    </w:p>
    <w:p>
      <w:pPr>
        <w:pStyle w:val="IQB-Teilaufgabengrafik"/>
      </w:pPr>
      <w:r>
        <w:drawing>
          <wp:inline distT="0" distB="0" distL="0" distR="0">
            <wp:extent cx="5832000" cy="2778943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4d4f09750e0f4caf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7789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4d4f09750e0f4caf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2023-06-16T08:26:30.1283127Z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