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b233cf24f2e461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Fotoalbum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 (10)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2020-12-14T10:36:42.6996243Z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