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89c7a5170d841c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Fotoalbum</w:t>
      </w:r>
    </w:p>
    <w:p>
      <w:pPr>
        <w:pStyle w:val="IQB-Teilaufgabengrafik"/>
      </w:pPr>
      <w:r>
        <w:drawing>
          <wp:inline distT="0" distB="0" distL="0" distR="0">
            <wp:extent cx="5832000" cy="234035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bc36e389f5147c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34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bc36e389f5147c3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2023-06-16T08:26:29.9097690Z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