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7e1143dc57748e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Fische fangen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2020-12-14T10:36:42.6365053Z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