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68721cbd577414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Birnen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1. Kästchen wurde angekreuzt. (2 Birnen)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2020-12-14T10:36:42.3559648Z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