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05ed95038c0468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Aquarium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angekreuzt. (3 x 5)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2020-12-14T10:36:42.1525344Z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