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b181e0fe920491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Würfelquader zerlegen</w:t>
      </w:r>
    </w:p>
    <w:p>
      <w:pPr>
        <w:pStyle w:val="IQB-Teilaufgabengrafik"/>
      </w:pPr>
      <w:r>
        <w:drawing>
          <wp:inline distT="0" distB="0" distL="0" distR="0">
            <wp:extent cx="5832000" cy="317162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fc4c50e0145449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17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fc4c50e0145449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2020-09-01T06:33:59.6711958Z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