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80fec3b0777424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Würfel kippen</w:t>
      </w:r>
    </w:p>
    <w:p>
      <w:pPr>
        <w:pStyle w:val="IQB-Teilaufgabengrafik"/>
      </w:pPr>
      <w:r>
        <w:drawing>
          <wp:inline distT="0" distB="0" distL="0" distR="0">
            <wp:extent cx="5832000" cy="144859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d0f7fc991ec430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448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d0f7fc991ec430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2020-09-01T06:34:01.4052881Z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