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5525a0e644349f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Tims Würfelgebäude</w:t>
      </w:r>
    </w:p>
    <w:p>
      <w:pPr>
        <w:pStyle w:val="IQB-Teilaufgabengrafik"/>
      </w:pPr>
      <w:r>
        <w:drawing>
          <wp:inline distT="0" distB="0" distL="0" distR="0">
            <wp:extent cx="5832000" cy="166628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5558a5c67c9418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666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5558a5c67c9418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2020-09-01T06:34:01.1866801Z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