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fc7cdae49c5446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Spiegelungen Geobrett</w:t>
      </w:r>
    </w:p>
    <w:p>
      <w:pPr>
        <w:pStyle w:val="IQB-Teilaufgabengrafik"/>
      </w:pPr>
      <w:r>
        <w:drawing>
          <wp:inline distT="0" distB="0" distL="0" distR="0">
            <wp:extent cx="5832000" cy="245209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acf4acc46ea4df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5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acf4acc46ea4df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2020-09-01T06:34:00.0305081Z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