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b88748166faa44b0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Spiegelbilder Geobrett</w:t>
      </w:r>
    </w:p>
    <w:p>
      <w:pPr>
        <w:pStyle w:val="IQB-Teilaufgabengrafik"/>
      </w:pPr>
      <w:r>
        <w:drawing>
          <wp:inline distT="0" distB="0" distL="0" distR="0">
            <wp:extent cx="5832000" cy="2414221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4ee0f134b62f4aa1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414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4ee0f134b62f4aa1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2020-09-01T06:34:00.4050828Z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