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e7640dcb5e4410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Spiegelachsen</w:t>
      </w:r>
    </w:p>
    <w:p>
      <w:pPr>
        <w:pStyle w:val="IQB-Teilaufgabengrafik"/>
      </w:pPr>
      <w:r>
        <w:drawing>
          <wp:inline distT="0" distB="0" distL="0" distR="0">
            <wp:extent cx="5832000" cy="520714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b8164c17bc8473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20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b8164c17bc8473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2020-09-01T06:33:58.5928927Z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