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6ace2b1011e47c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Pralinenschachtel</w:t>
      </w:r>
    </w:p>
    <w:p>
      <w:pPr>
        <w:pStyle w:val="IQB-Teilaufgabengrafik"/>
      </w:pPr>
      <w:r>
        <w:drawing>
          <wp:inline distT="0" distB="0" distL="0" distR="0">
            <wp:extent cx="5832000" cy="172029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0cfae898b224f9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20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0cfae898b224f9e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2020-09-01T06:33:59.3898568Z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