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da0685ad5354cf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Katrin legt ein Quadrat</w:t>
      </w:r>
    </w:p>
    <w:p>
      <w:pPr>
        <w:pStyle w:val="IQB-Teilaufgabengrafik"/>
      </w:pPr>
      <w:r>
        <w:drawing>
          <wp:inline distT="0" distB="0" distL="0" distR="0">
            <wp:extent cx="5832000" cy="1041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1ce0fbbcd38481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4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1ce0fbbcd38481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2020-09-01T06:34:00.9364595Z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