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fe9658548dc4b8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Bauwerk von oben</w:t>
      </w:r>
    </w:p>
    <w:p>
      <w:pPr>
        <w:pStyle w:val="IQB-Teilaufgabengrafik"/>
      </w:pPr>
      <w:r>
        <w:drawing>
          <wp:inline distT="0" distB="0" distL="0" distR="0">
            <wp:extent cx="5832000" cy="293963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a18526f3075468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93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7a18526f3075468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2020-09-01T06:33:58.8428455Z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