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91e9e2fc8e4495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Anzahl der Kästchen im Rechteck</w:t>
      </w:r>
    </w:p>
    <w:p>
      <w:pPr>
        <w:pStyle w:val="IQB-Teilaufgabengrafik"/>
      </w:pPr>
      <w:r>
        <w:drawing>
          <wp:inline distT="0" distB="0" distL="0" distR="0">
            <wp:extent cx="5832000" cy="24804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b53826b8f5b49e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8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b53826b8f5b49e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2020-09-01T06:33:58.3270534Z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