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0473015deae4e4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Würfelquader zerlegen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2020-12-14T10:36:50.1583906Z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