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1bda925cdc74e8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Würfelquader zerlegen</w:t>
      </w:r>
    </w:p>
    <w:p>
      <w:pPr>
        <w:pStyle w:val="IQB-Teilaufgabengrafik"/>
      </w:pPr>
      <w:r>
        <w:drawing>
          <wp:inline distT="0" distB="0" distL="0" distR="0">
            <wp:extent cx="5832000" cy="370180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2295b32c91646e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70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2295b32c91646e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2023-06-16T08:26:01.0345927Z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