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1595b04c6e946c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Würfelnetze ergänzen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Lösungsbeispiele, Toleranzbereich von 2 mm zu jeder Seite ist grau markiert).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914701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053d07138d7647c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914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Lösungsbeispiele, Toleranzbereich von 2 mm zu jeder Seite ist grau markiert).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827302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56db9d571114bc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82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53d07138d7647c6" /><Relationship Type="http://schemas.openxmlformats.org/officeDocument/2006/relationships/image" Target="/media/image2.emf" Id="R456db9d571114bc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2020-12-16T08:15:37.8238385Z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