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b9fb72316a44ab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Würfelnetze ergänzen</w:t>
      </w:r>
    </w:p>
    <w:p>
      <w:pPr>
        <w:pStyle w:val="IQB-Teilaufgabengrafik"/>
      </w:pPr>
      <w:r>
        <w:drawing>
          <wp:inline distT="0" distB="0" distL="0" distR="0">
            <wp:extent cx="5832000" cy="387539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4f25ae0a3e4460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87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4f25ae0a3e4460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2023-06-16T08:26:01.7376248Z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