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7ebfc9b74d140d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Würfel kippen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Lösungsgrafik).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262805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9c28851cf5bf44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26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c28851cf5bf446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2020-12-16T08:15:38.2125621Z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