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2d2bcad63c44a5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Würfel kippen</w:t>
      </w:r>
    </w:p>
    <w:p>
      <w:pPr>
        <w:pStyle w:val="IQB-Teilaufgabengrafik"/>
      </w:pPr>
      <w:r>
        <w:drawing>
          <wp:inline distT="0" distB="0" distL="0" distR="0">
            <wp:extent cx="5832000" cy="194713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ad4e3e617a343b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4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ad4e3e617a343b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2023-06-16T08:26:02.4089892Z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