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c2d747c736843d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Tims Würfelgebäude</w:t>
      </w:r>
    </w:p>
    <w:p>
      <w:pPr>
        <w:pStyle w:val="IQB-Teilaufgabengrafik"/>
      </w:pPr>
      <w:r>
        <w:drawing>
          <wp:inline distT="0" distB="0" distL="0" distR="0">
            <wp:extent cx="5832000" cy="21870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ec70adce674418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ec70adce674418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2023-06-16T08:26:02.1590684Z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