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13db1460486d44aa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Spiegelungen Geobrett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1365195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09a6271980f6474c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1365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IQB-RSNormal"/>
            </w:pPr>
            <w:r>
              <w:t xml:space="preserve">Die Zeichnung ist korrekt (vgl. Lösungsgrafik a, Toleranzbereich von 2 mm zu jeder Seite ist grau markiert).</w:t>
            </w:r>
          </w:p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Die Zeichnung ist korrekt (vgl. Lösungsgrafik b, Toleranzbereich von 2 mm zu jeder Seite ist grau markiert).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09a6271980f6474c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2020-12-16T08:15:37.4105580Z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16.12.2020</vt:lpwstr>
  </op:property>
</op:Properties>
</file>