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5c0399df284425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Spiegelbilder Geobrett</w:t>
      </w:r>
    </w:p>
    <w:p>
      <w:pPr>
        <w:pStyle w:val="IQB-Teilaufgabengrafik"/>
      </w:pPr>
      <w:r>
        <w:drawing>
          <wp:inline distT="0" distB="0" distL="0" distR="0">
            <wp:extent cx="5832000" cy="288759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28cbb6cffd3432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887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28cbb6cffd3432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2023-06-16T08:26:01.5032027Z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