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f61b48876f849d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Spiegelachsen</w:t>
      </w:r>
    </w:p>
    <w:p>
      <w:pPr>
        <w:pStyle w:val="IQB-Teilaufgabengrafik"/>
      </w:pPr>
      <w:r>
        <w:drawing>
          <wp:inline distT="0" distB="0" distL="0" distR="0">
            <wp:extent cx="5832000" cy="57373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ccff6d44a0345f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73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ccff6d44a0345f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2023-06-16T08:26:00.1745955Z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