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1d8e4a613c744b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Pralinenschachtel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24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2020-12-14T10:36:50.0900217Z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