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708cbffaf420410c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Pralinenschachtel</w:t>
      </w:r>
    </w:p>
    <w:p>
      <w:pPr>
        <w:pStyle w:val="IQB-Teilaufgabengrafik"/>
      </w:pPr>
      <w:r>
        <w:drawing>
          <wp:inline distT="0" distB="0" distL="0" distR="0">
            <wp:extent cx="5832000" cy="211729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af68a30cd84d4f1f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117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af68a30cd84d4f1f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2023-06-16T08:26:00.8312194Z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