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ddf719ee0e8427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Linien in ein Rechteck einzeichnen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Lösungsbeispiel, Toleranzbereich von 2 mm zu jeder Seite ist grau markiert).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675792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301a0237e9464dc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67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Lösungsbeispiele, Toleranzbereich von 2 mm zu jeder Seite ist grau markiert - Toleranzbereich ist insbesondere in den Ecken bedeutsam). Verschiedene Lösungen - auch nichtsymmetrische - sind möglich.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880635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30bbd2e69294c2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88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Zeichnung ist korrekt (vgl. Lösungsbeispiel, Toleranzbereich von 2 mm zu jeder Seite ist grau markiert).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936254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b5089ac080114e6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936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01a0237e9464dce" /><Relationship Type="http://schemas.openxmlformats.org/officeDocument/2006/relationships/image" Target="/media/image2.emf" Id="R430bbd2e69294c2e" /><Relationship Type="http://schemas.openxmlformats.org/officeDocument/2006/relationships/image" Target="/media/image3.emf" Id="Rb5089ac080114e6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2020-12-16T08:15:37.0228347Z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