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d8fad6bda4a425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Linien in ein Rechteck einzeichnen</w:t>
      </w:r>
    </w:p>
    <w:p>
      <w:pPr>
        <w:pStyle w:val="IQB-Teilaufgabengrafik"/>
      </w:pPr>
      <w:r>
        <w:drawing>
          <wp:inline distT="0" distB="0" distL="0" distR="0">
            <wp:extent cx="5832000" cy="525541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45ed2b19ec477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5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a45ed2b19ec477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2023-06-16T08:26:00.6282179Z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