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4cad8e6eefb406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Katrin legt ein Quadrat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2020-12-14T10:36:50.8867960Z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