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78543a888f84de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Katrin legt ein Quadrat</w:t>
      </w:r>
    </w:p>
    <w:p>
      <w:pPr>
        <w:pStyle w:val="IQB-Teilaufgabengrafik"/>
      </w:pPr>
      <w:r>
        <w:drawing>
          <wp:inline distT="0" distB="0" distL="0" distR="0">
            <wp:extent cx="5832000" cy="148640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365fa2e7edc541fa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486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365fa2e7edc541fa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2023-06-16T08:26:01.9405269Z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