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4d8e36d05af4968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Geobrettfigur auslegen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2 [und] 4 ODER</w:t>
            </w:r>
          </w:p>
          <w:p>
            <w:pPr>
              <w:pStyle w:val="IQB-RSNormal"/>
            </w:pPr>
            <w:r>
              <w:t xml:space="preserve">4 [und] 3 ODER </w:t>
            </w:r>
          </w:p>
          <w:p>
            <w:pPr>
              <w:pStyle w:val="IQB-RSNormal"/>
            </w:pPr>
            <w:r>
              <w:t xml:space="preserve">6 [und] 2 ODER </w:t>
            </w:r>
          </w:p>
          <w:p>
            <w:pPr>
              <w:pStyle w:val="IQB-RSNormal"/>
            </w:pPr>
            <w:r>
              <w:t xml:space="preserve">8 [und] 1 ODER </w:t>
            </w:r>
          </w:p>
          <w:p>
            <w:pPr>
              <w:pStyle w:val="IQB-RSNormal"/>
            </w:pPr>
            <w:r>
              <w:t xml:space="preserve">10 [und] 0</w:t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3 [und] 4 ODER</w:t>
            </w:r>
          </w:p>
          <w:p>
            <w:pPr>
              <w:pStyle w:val="IQB-RSNormal"/>
            </w:pPr>
            <w:r>
              <w:t xml:space="preserve">5 [und] 3 ODER </w:t>
            </w:r>
          </w:p>
          <w:p>
            <w:pPr>
              <w:pStyle w:val="IQB-RSNormal"/>
            </w:pPr>
            <w:r>
              <w:t xml:space="preserve">7 [und] 2 ODER </w:t>
            </w:r>
          </w:p>
          <w:p>
            <w:pPr>
              <w:pStyle w:val="IQB-RSNormal"/>
            </w:pPr>
            <w:r>
              <w:t xml:space="preserve">9 [und] 1 ODER </w:t>
            </w:r>
          </w:p>
          <w:p>
            <w:pPr>
              <w:pStyle w:val="IQB-RSNormal"/>
            </w:pPr>
            <w:r>
              <w:t xml:space="preserve">11 [und] 0</w:t>
            </w:r>
          </w:p>
        </w:tc>
      </w:tr>
    </w:tbl>
    <w:p>
      <w:pPr>
        <w:pStyle w:val="IQB-Teilaufgabentitel"/>
      </w:pPr>
      <w:r>
        <w:t>Teilaufgabe 3: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4 [und] 3 ODER </w:t>
            </w:r>
          </w:p>
          <w:p>
            <w:pPr>
              <w:pStyle w:val="IQB-RSNormal"/>
            </w:pPr>
            <w:r>
              <w:t xml:space="preserve">6 [und] 2 ODER </w:t>
            </w:r>
          </w:p>
          <w:p>
            <w:pPr>
              <w:pStyle w:val="IQB-RSNormal"/>
            </w:pPr>
            <w:r>
              <w:t xml:space="preserve">8 [und] 1 ODER </w:t>
            </w:r>
          </w:p>
          <w:p>
            <w:pPr>
              <w:pStyle w:val="IQB-RSNormal"/>
            </w:pPr>
            <w:r>
              <w:t xml:space="preserve">10 [und] 0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2020-12-14T10:36:49.1577535Z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