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6d8eecb98964ad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Geobrettfigur auslegen</w:t>
      </w:r>
    </w:p>
    <w:p>
      <w:pPr>
        <w:pStyle w:val="IQB-Teilaufgabengrafik"/>
      </w:pPr>
      <w:r>
        <w:drawing>
          <wp:inline distT="0" distB="0" distL="0" distR="0">
            <wp:extent cx="5832000" cy="655153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1209fd0bde04d8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551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c1209fd0bde04d8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2023-06-16T08:25:59.7220285Z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