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fc13d9eedc74cd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Dreiecke und Vierecke ankreuzen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richtigen Figuren sind angekreuzt (vgl. Lösungsgrafik).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61263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27e57dd733d84d5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612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richtigen Figuren sind angekreuzt (vgl. Lösungsgrafik).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61263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a1a3fdc10bd342b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612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Kreis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7e57dd733d84d5c" /><Relationship Type="http://schemas.openxmlformats.org/officeDocument/2006/relationships/image" Target="/media/image2.emf" Id="Ra1a3fdc10bd342b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2020-12-16T08:15:38.3962570Z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