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832eedf493e446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Dreiecke und Vierecke ankreuzen</w:t>
      </w:r>
    </w:p>
    <w:p>
      <w:pPr>
        <w:pStyle w:val="IQB-Teilaufgabengrafik"/>
      </w:pPr>
      <w:r>
        <w:drawing>
          <wp:inline distT="0" distB="0" distL="0" distR="0">
            <wp:extent cx="5832000" cy="581306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ca1e3326977465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81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ca1e3326977465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2023-06-16T08:26:02.6121396Z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