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4e3d5753a2248d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Bauwerk von oben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Kästchen D wurde angekreuzt.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2020-12-14T10:36:49.5743237Z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