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Relationship Type="http://schemas.openxmlformats.org/officeDocument/2006/relationships/custom-properties" Target="/docProps/custom.xml" Id="Rb3ab94c663da4fe0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ectPr w:rsidRPr="000442E9" w:rsidR="000442E9" w:rsidSect="00DB65D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134" w:bottom="1134" w:left="1134" w:header="624" w:footer="709" w:gutter="0"/>
      <w:cols w:space="708"/>
      <w:titlePg/>
      <w:docGrid w:linePitch="360"/>
    </w:sectPr>
    <w:p>
      <w:pPr>
        <w:pStyle w:val="IQB-Aufgabentitel"/>
      </w:pPr>
      <w:r>
        <w:t>Bauwerk von oben</w:t>
      </w:r>
    </w:p>
    <w:p>
      <w:pPr>
        <w:pStyle w:val="IQB-Teilaufgabengrafik"/>
      </w:pPr>
      <w:r>
        <w:drawing>
          <wp:inline distT="0" distB="0" distL="0" distR="0">
            <wp:extent cx="5832000" cy="3431144"/>
            <wp:effectExtent l="19050" t="0" r="9525" b="0"/>
            <wp:docPr id="1" name="Inline Text Wrapping Picture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c91cc57186e045a4"/>
                    <a:stretch>
                      <a:fillRect/>
                    </a:stretch>
                  </pic:blipFill>
                  <pic:spPr>
                    <a:xfrm>
                      <a:off x="0" y="0"/>
                      <a:ext cx="5832000" cy="34311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00FB" w:rsidRDefault="002800FB" w:rsidP="005E2C46">
      <w:r>
        <w:separator/>
      </w:r>
    </w:p>
  </w:endnote>
  <w:endnote w:type="continuationSeparator" w:id="0">
    <w:p w:rsidR="002800FB" w:rsidRDefault="002800FB" w:rsidP="005E2C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DPC LAYOUT"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PS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MetaBook-Roman">
    <w:charset w:val="00"/>
    <w:family w:val="swiss"/>
    <w:pitch w:val="variable"/>
    <w:sig w:usb0="800000AF" w:usb1="4000004A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00FB" w:rsidRDefault="002800FB" w:rsidP="005E2C46">
      <w:r>
        <w:separator/>
      </w:r>
    </w:p>
  </w:footnote>
  <w:footnote w:type="continuationSeparator" w:id="0">
    <w:p w:rsidR="002800FB" w:rsidRDefault="002800FB" w:rsidP="005E2C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0D2F" w:rsidRDefault="001D0D2F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46F" w:rsidRDefault="005F046F">
    <w:pPr>
      <w:pStyle w:val="Kopfzeile"/>
    </w:pPr>
    <w:r>
      <w:rPr>
        <w:noProof/>
      </w:rPr>
      <w:drawing>
        <wp:anchor distT="0" distB="0" distL="114300" distR="114300" simplePos="0" relativeHeight="251661312" behindDoc="0" locked="0" layoutInCell="1" allowOverlap="1" wp14:anchorId="7D23EE0A" wp14:editId="666FF708">
          <wp:simplePos x="0" y="0"/>
          <wp:positionH relativeFrom="page">
            <wp:posOffset>724535</wp:posOffset>
          </wp:positionH>
          <wp:positionV relativeFrom="page">
            <wp:posOffset>241300</wp:posOffset>
          </wp:positionV>
          <wp:extent cx="4105275" cy="269875"/>
          <wp:effectExtent l="0" t="0" r="9525" b="0"/>
          <wp:wrapTopAndBottom/>
          <wp:docPr id="4" name="Grafik 4" descr="Beschreibung: 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2" descr="Beschreibung: Kopf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5749" t="10010" r="793"/>
                  <a:stretch>
                    <a:fillRect/>
                  </a:stretch>
                </pic:blipFill>
                <pic:spPr bwMode="auto">
                  <a:xfrm>
                    <a:off x="0" y="0"/>
                    <a:ext cx="4105275" cy="269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5CF812EE"/>
    <w:lvl w:ilvl="0">
      <w:start w:val="1"/>
      <w:numFmt w:val="bullet"/>
      <w:pStyle w:val="IQBTabKstchen"/>
      <w:lvlText w:val="0"/>
      <w:lvlJc w:val="left"/>
      <w:pPr>
        <w:tabs>
          <w:tab w:val="num" w:pos="609"/>
        </w:tabs>
        <w:ind w:left="609" w:hanging="360"/>
      </w:pPr>
      <w:rPr>
        <w:rFonts w:ascii="DPC LAYOUT" w:hAnsi="DPC LAYOUT" w:hint="default"/>
        <w:sz w:val="32"/>
        <w:szCs w:val="32"/>
      </w:rPr>
    </w:lvl>
  </w:abstractNum>
  <w:abstractNum w:abstractNumId="1">
    <w:nsid w:val="1FA373CE"/>
    <w:multiLevelType w:val="hybridMultilevel"/>
    <w:tmpl w:val="A900DEC8"/>
    <w:lvl w:ilvl="0" w:tplc="4462CDD0">
      <w:start w:val="1"/>
      <w:numFmt w:val="bullet"/>
      <w:pStyle w:val="IQBMC-Option"/>
      <w:lvlText w:val="0"/>
      <w:lvlJc w:val="left"/>
      <w:pPr>
        <w:tabs>
          <w:tab w:val="num" w:pos="1440"/>
        </w:tabs>
        <w:ind w:left="1440" w:hanging="360"/>
      </w:pPr>
      <w:rPr>
        <w:rFonts w:ascii="DPC LAYOUT" w:hAnsi="DPC LAYOUT" w:hint="default"/>
        <w:sz w:val="28"/>
      </w:rPr>
    </w:lvl>
    <w:lvl w:ilvl="1" w:tplc="0407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43457C0A"/>
    <w:multiLevelType w:val="hybridMultilevel"/>
    <w:tmpl w:val="C65C734A"/>
    <w:lvl w:ilvl="0" w:tplc="53D6A35C">
      <w:start w:val="1"/>
      <w:numFmt w:val="bullet"/>
      <w:pStyle w:val="IQB-RSExample"/>
      <w:lvlText w:val="•"/>
      <w:lvlJc w:val="left"/>
      <w:pPr>
        <w:ind w:left="36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52"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784F"/>
    <w:rsid w:val="00012B7A"/>
    <w:rsid w:val="00040294"/>
    <w:rsid w:val="000438D6"/>
    <w:rsid w:val="0004417D"/>
    <w:rsid w:val="000442E9"/>
    <w:rsid w:val="00083727"/>
    <w:rsid w:val="00090346"/>
    <w:rsid w:val="000D4117"/>
    <w:rsid w:val="000D5D22"/>
    <w:rsid w:val="000D6068"/>
    <w:rsid w:val="000E70CA"/>
    <w:rsid w:val="00104280"/>
    <w:rsid w:val="00140C19"/>
    <w:rsid w:val="00146198"/>
    <w:rsid w:val="001524D2"/>
    <w:rsid w:val="00176D67"/>
    <w:rsid w:val="0018477B"/>
    <w:rsid w:val="001865A6"/>
    <w:rsid w:val="001C20E7"/>
    <w:rsid w:val="001C43EB"/>
    <w:rsid w:val="001C55D0"/>
    <w:rsid w:val="001D0D2F"/>
    <w:rsid w:val="001E1E50"/>
    <w:rsid w:val="001E6C75"/>
    <w:rsid w:val="001F03FB"/>
    <w:rsid w:val="001F2C1C"/>
    <w:rsid w:val="00200D42"/>
    <w:rsid w:val="0021671D"/>
    <w:rsid w:val="002265B7"/>
    <w:rsid w:val="00226C04"/>
    <w:rsid w:val="00255EFD"/>
    <w:rsid w:val="0026784F"/>
    <w:rsid w:val="00274614"/>
    <w:rsid w:val="002800FB"/>
    <w:rsid w:val="00296BA4"/>
    <w:rsid w:val="002D1B6E"/>
    <w:rsid w:val="002F756E"/>
    <w:rsid w:val="00304067"/>
    <w:rsid w:val="00304DCD"/>
    <w:rsid w:val="003375B2"/>
    <w:rsid w:val="00374ED9"/>
    <w:rsid w:val="003A1C8B"/>
    <w:rsid w:val="003A496B"/>
    <w:rsid w:val="003C7D61"/>
    <w:rsid w:val="003D7948"/>
    <w:rsid w:val="003F0014"/>
    <w:rsid w:val="003F7333"/>
    <w:rsid w:val="004B42DE"/>
    <w:rsid w:val="004B54F7"/>
    <w:rsid w:val="004D1D47"/>
    <w:rsid w:val="004D1DCE"/>
    <w:rsid w:val="004F70C4"/>
    <w:rsid w:val="00503B50"/>
    <w:rsid w:val="00540637"/>
    <w:rsid w:val="00566351"/>
    <w:rsid w:val="00590300"/>
    <w:rsid w:val="005967F1"/>
    <w:rsid w:val="005E2C46"/>
    <w:rsid w:val="005F046F"/>
    <w:rsid w:val="005F3A9E"/>
    <w:rsid w:val="005F4824"/>
    <w:rsid w:val="00606926"/>
    <w:rsid w:val="0061709D"/>
    <w:rsid w:val="00666933"/>
    <w:rsid w:val="00691281"/>
    <w:rsid w:val="00692E69"/>
    <w:rsid w:val="00753D68"/>
    <w:rsid w:val="007569FC"/>
    <w:rsid w:val="00756CB3"/>
    <w:rsid w:val="00790FB0"/>
    <w:rsid w:val="007C729F"/>
    <w:rsid w:val="007D4262"/>
    <w:rsid w:val="00806273"/>
    <w:rsid w:val="008173A3"/>
    <w:rsid w:val="008257A5"/>
    <w:rsid w:val="008336E4"/>
    <w:rsid w:val="00837274"/>
    <w:rsid w:val="0083794F"/>
    <w:rsid w:val="00861043"/>
    <w:rsid w:val="00871097"/>
    <w:rsid w:val="00883561"/>
    <w:rsid w:val="0088770C"/>
    <w:rsid w:val="008A2154"/>
    <w:rsid w:val="008B3D42"/>
    <w:rsid w:val="008C1EC7"/>
    <w:rsid w:val="009608A6"/>
    <w:rsid w:val="00983D6E"/>
    <w:rsid w:val="009A0AD0"/>
    <w:rsid w:val="009A16E7"/>
    <w:rsid w:val="009A48E1"/>
    <w:rsid w:val="009C47FB"/>
    <w:rsid w:val="009D21A1"/>
    <w:rsid w:val="009E39E2"/>
    <w:rsid w:val="00A13FB9"/>
    <w:rsid w:val="00A2321C"/>
    <w:rsid w:val="00A25A42"/>
    <w:rsid w:val="00A47EC4"/>
    <w:rsid w:val="00A5510B"/>
    <w:rsid w:val="00A95DDE"/>
    <w:rsid w:val="00B8136A"/>
    <w:rsid w:val="00BE7001"/>
    <w:rsid w:val="00C2374F"/>
    <w:rsid w:val="00C2385F"/>
    <w:rsid w:val="00C630C9"/>
    <w:rsid w:val="00C97AB9"/>
    <w:rsid w:val="00CF32DF"/>
    <w:rsid w:val="00D44C7A"/>
    <w:rsid w:val="00D462AA"/>
    <w:rsid w:val="00D57617"/>
    <w:rsid w:val="00D67EE8"/>
    <w:rsid w:val="00D94169"/>
    <w:rsid w:val="00DA5629"/>
    <w:rsid w:val="00DB65DC"/>
    <w:rsid w:val="00DE1076"/>
    <w:rsid w:val="00DE3D52"/>
    <w:rsid w:val="00DF532B"/>
    <w:rsid w:val="00EA71E2"/>
    <w:rsid w:val="00EC34A6"/>
    <w:rsid w:val="00ED2D11"/>
    <w:rsid w:val="00F0154F"/>
    <w:rsid w:val="00F63DBE"/>
    <w:rsid w:val="00F64050"/>
    <w:rsid w:val="00F865AA"/>
    <w:rsid w:val="00FA77D2"/>
    <w:rsid w:val="00FC1BEE"/>
    <w:rsid w:val="00FD517E"/>
    <w:rsid w:val="00FF0B54"/>
    <w:rsid w:val="00FF6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8257A5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8257A5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8257A5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8257A5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header" Target="header3.xml" Id="rId13" /><Relationship Type="http://schemas.openxmlformats.org/officeDocument/2006/relationships/styles" Target="styles.xml" Id="rId3" /><Relationship Type="http://schemas.openxmlformats.org/officeDocument/2006/relationships/footnotes" Target="footnotes.xml" Id="rId7" /><Relationship Type="http://schemas.openxmlformats.org/officeDocument/2006/relationships/footer" Target="footer2.xml" Id="rId12" /><Relationship Type="http://schemas.openxmlformats.org/officeDocument/2006/relationships/numbering" Target="numbering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footer" Target="footer1.xml" Id="rId11" /><Relationship Type="http://schemas.openxmlformats.org/officeDocument/2006/relationships/settings" Target="settings.xml" Id="rId5" /><Relationship Type="http://schemas.openxmlformats.org/officeDocument/2006/relationships/fontTable" Target="fontTable.xml" Id="rId15" /><Relationship Type="http://schemas.openxmlformats.org/officeDocument/2006/relationships/header" Target="header2.xml" Id="rId10" /><Relationship Type="http://schemas.microsoft.com/office/2007/relationships/stylesWithEffects" Target="stylesWithEffects.xml" Id="rId4" /><Relationship Type="http://schemas.openxmlformats.org/officeDocument/2006/relationships/header" Target="header1.xml" Id="rId9" /><Relationship Type="http://schemas.openxmlformats.org/officeDocument/2006/relationships/footer" Target="footer3.xml" Id="rId14" /><Relationship Type="http://schemas.openxmlformats.org/officeDocument/2006/relationships/image" Target="/media/image.emf" Id="Rc91cc57186e045a4" 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F865A0-3D61-446E-9578-FDDF711B3C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6BFFC0B0.dotm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IQB-ItemDB: Aufgaben binden</vt:lpstr>
    </vt:vector>
  </TitlesOfParts>
  <Company>HU IQB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IQB-ItemDB: Aufgaben binden</dc:title>
  <dc:creator>Lucine Madadi</dc:creator>
  <lastModifiedBy>Lucine Madadi</lastModifiedBy>
  <revision>4</revision>
  <lastPrinted>2012-12-11T10:05:00.0000000Z</lastPrinted>
  <dcterms:created xsi:type="dcterms:W3CDTF">2023-06-16T08:26:00.3937745Z</dcterms:created>
  <dcterms:modified xsi:type="dcterms:W3CDTF">2016-04-07T16:03:00.0000000Z</dcterms:modified>
  <contentType>application/msword</contentType>
</coreProperties>
</file>

<file path=docProps/custom.xml><?xml version="1.0" encoding="utf-8"?>
<op:Properties xmlns:op="http://schemas.openxmlformats.org/officeDocument/2006/custom-properties">
  <op:property fmtid="{D5CDD505-2E9C-101B-9397-08002B2CF9AE}" pid="2" name="Log">
    <vt:lpwstr xmlns:vt="http://schemas.openxmlformats.org/officeDocument/2006/docPropsVTypes">Erzeugt mit HUBerlin.IQB.DBCommon.Office.TasksToDocx, IQB-DBCommon, Version=1.0.2.0, Culture=neutral, PublicKeyToken=null; Konfiguration: MaP online Aufgaben Hauptdurchgang VERA; madadluc; 16.06.2023</vt:lpwstr>
  </op:property>
</op:Properties>
</file>