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525fe2f5d9945e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Anzahl der Kästchen im Rechteck</w:t>
      </w:r>
    </w:p>
    <w:p>
      <w:pPr>
        <w:pStyle w:val="IQB-Teilaufgabengrafik"/>
      </w:pPr>
      <w:r>
        <w:drawing>
          <wp:inline distT="0" distB="0" distL="0" distR="0">
            <wp:extent cx="5832000" cy="292546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804b3345001407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925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804b3345001407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2023-06-16T08:25:59.9718895Z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