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c8a62a119c04c2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Fehlende Abbildung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1. Kästchen wurde angekreuzt.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076825" cy="205740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2a09ff915614ca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825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2a09ff915614ca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2020-12-14T10:36:42.4338615Z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