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780d61a26614b6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fehlende Abbildung</w:t>
      </w:r>
    </w:p>
    <w:p>
      <w:pPr>
        <w:pStyle w:val="IQB-Teilaufgabengrafik"/>
      </w:pPr>
      <w:r>
        <w:drawing>
          <wp:inline distT="0" distB="0" distL="0" distR="0">
            <wp:extent cx="5832000" cy="27978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fec5fa45cca402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9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fec5fa45cca402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2020-09-01T06:33:18.8581658Z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